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4C1E6" w14:textId="40296CA9" w:rsidR="00CC4524" w:rsidRDefault="00CC4524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1AE36F25" w:rsidR="00553DF6" w:rsidRDefault="00553DF6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4DA6E6BD" w14:textId="025EE0A2" w:rsidR="00553DF6" w:rsidRPr="00A5747E" w:rsidRDefault="00A77EEA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oma nimi:"/>
          <w:tag w:val="Sisestage oma nimi:"/>
          <w:id w:val="670610259"/>
          <w:placeholder>
            <w:docPart w:val="E24ED94247064063AF90DA8C9B55B1AD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appearance w15:val="hidden"/>
          <w:text/>
        </w:sdtPr>
        <w:sdtEndPr/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Teie nimi</w:t>
          </w:r>
        </w:sdtContent>
      </w:sdt>
      <w:r w:rsidR="00D95442">
        <w:rPr>
          <w:rFonts w:ascii="Times New Roman" w:hAnsi="Times New Roman" w:cs="Times New Roman"/>
          <w:sz w:val="24"/>
          <w:szCs w:val="24"/>
        </w:rPr>
        <w:t xml:space="preserve">: </w:t>
      </w:r>
      <w:r w:rsidR="00D95442">
        <w:rPr>
          <w:rFonts w:ascii="Times New Roman" w:hAnsi="Times New Roman" w:cs="Times New Roman"/>
          <w:sz w:val="24"/>
          <w:szCs w:val="24"/>
        </w:rPr>
        <w:tab/>
      </w:r>
      <w:r w:rsidR="00D95442">
        <w:rPr>
          <w:rFonts w:ascii="Times New Roman" w:hAnsi="Times New Roman" w:cs="Times New Roman"/>
          <w:sz w:val="24"/>
          <w:szCs w:val="24"/>
        </w:rPr>
        <w:tab/>
        <w:t>Ville Arumäe</w:t>
      </w:r>
    </w:p>
    <w:p w14:paraId="16EEC362" w14:textId="79C28694" w:rsidR="00553DF6" w:rsidRPr="00A5747E" w:rsidRDefault="00553DF6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</w:t>
      </w:r>
      <w:r w:rsidR="00D95442">
        <w:rPr>
          <w:rFonts w:ascii="Times New Roman" w:hAnsi="Times New Roman" w:cs="Times New Roman"/>
          <w:sz w:val="24"/>
          <w:szCs w:val="24"/>
        </w:rPr>
        <w:t xml:space="preserve"> nimi:</w:t>
      </w:r>
      <w:r w:rsidR="00D95442">
        <w:rPr>
          <w:rFonts w:ascii="Times New Roman" w:hAnsi="Times New Roman" w:cs="Times New Roman"/>
          <w:sz w:val="24"/>
          <w:szCs w:val="24"/>
        </w:rPr>
        <w:tab/>
        <w:t>Saaremaa Vabatahtlik Merepääste Selts</w:t>
      </w:r>
    </w:p>
    <w:p w14:paraId="60CA32CF" w14:textId="459D444D" w:rsidR="00553DF6" w:rsidRPr="00A5747E" w:rsidRDefault="00A77EEA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tänav, maja:"/>
          <w:tag w:val="Sisestage tänav, maja:"/>
          <w:id w:val="1634143502"/>
          <w:placeholder>
            <w:docPart w:val="C3A356BCB77F476DBA2A8DA5EE46B375"/>
          </w:placeholder>
          <w:temporary/>
          <w:showingPlcHdr/>
          <w15:appearance w15:val="hidden"/>
        </w:sdtPr>
        <w:sdtEndPr/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Tänav, maja</w:t>
          </w:r>
        </w:sdtContent>
      </w:sdt>
      <w:r w:rsidR="00D95442">
        <w:rPr>
          <w:rFonts w:ascii="Times New Roman" w:hAnsi="Times New Roman" w:cs="Times New Roman"/>
          <w:sz w:val="24"/>
          <w:szCs w:val="24"/>
        </w:rPr>
        <w:t>:</w:t>
      </w:r>
      <w:r w:rsidR="00D95442">
        <w:rPr>
          <w:rFonts w:ascii="Times New Roman" w:hAnsi="Times New Roman" w:cs="Times New Roman"/>
          <w:sz w:val="24"/>
          <w:szCs w:val="24"/>
        </w:rPr>
        <w:tab/>
        <w:t>Torni tn 1</w:t>
      </w:r>
    </w:p>
    <w:p w14:paraId="480C0F7B" w14:textId="7D692A08" w:rsidR="00553DF6" w:rsidRPr="00A5747E" w:rsidRDefault="00A77EEA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linn, maakond, sihtnumber:"/>
          <w:tag w:val="Sisestage linn, maakond, sihtnumber:"/>
          <w:id w:val="2091195522"/>
          <w:placeholder>
            <w:docPart w:val="7C13B74621F24AD68B9B8934A08EE45F"/>
          </w:placeholder>
          <w:temporary/>
          <w:showingPlcHdr/>
          <w15:appearance w15:val="hidden"/>
        </w:sdtPr>
        <w:sdtEndPr/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Linn, maakond, sihtnumber</w:t>
          </w:r>
        </w:sdtContent>
      </w:sdt>
      <w:r w:rsidR="00D95442">
        <w:rPr>
          <w:rFonts w:ascii="Times New Roman" w:hAnsi="Times New Roman" w:cs="Times New Roman"/>
          <w:sz w:val="24"/>
          <w:szCs w:val="24"/>
        </w:rPr>
        <w:t xml:space="preserve">: </w:t>
      </w:r>
      <w:r w:rsidR="00D95442" w:rsidRPr="00D95442">
        <w:rPr>
          <w:rFonts w:ascii="Times New Roman" w:hAnsi="Times New Roman" w:cs="Times New Roman"/>
          <w:sz w:val="24"/>
          <w:szCs w:val="24"/>
        </w:rPr>
        <w:t>Kuressaare linn</w:t>
      </w:r>
      <w:r w:rsidR="00D95442">
        <w:rPr>
          <w:rFonts w:ascii="Times New Roman" w:hAnsi="Times New Roman" w:cs="Times New Roman"/>
          <w:sz w:val="24"/>
          <w:szCs w:val="24"/>
        </w:rPr>
        <w:t xml:space="preserve">, </w:t>
      </w:r>
      <w:r w:rsidR="00D95442" w:rsidRPr="00D95442">
        <w:rPr>
          <w:rFonts w:ascii="Times New Roman" w:hAnsi="Times New Roman" w:cs="Times New Roman"/>
          <w:sz w:val="24"/>
          <w:szCs w:val="24"/>
        </w:rPr>
        <w:t>Saare maakond, 93812</w:t>
      </w:r>
    </w:p>
    <w:p w14:paraId="47B97471" w14:textId="00EC589F" w:rsidR="00553DF6" w:rsidRDefault="00A77EEA" w:rsidP="00CC4524">
      <w:pPr>
        <w:pStyle w:val="Dat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A9D93B8D953403389575DBB4FADBB1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D83A8D">
            <w:rPr>
              <w:rFonts w:ascii="Times New Roman" w:hAnsi="Times New Roman" w:cs="Times New Roman"/>
              <w:sz w:val="24"/>
              <w:szCs w:val="24"/>
            </w:rPr>
            <w:t>Kontaktandmed</w:t>
          </w:r>
          <w:r w:rsidR="00D95442">
            <w:rPr>
              <w:rFonts w:ascii="Times New Roman" w:hAnsi="Times New Roman" w:cs="Times New Roman"/>
              <w:sz w:val="24"/>
              <w:szCs w:val="24"/>
            </w:rPr>
            <w:t>:   ville.arumae@saaremaasar.ee, 5540627</w:t>
          </w:r>
        </w:sdtContent>
      </w:sdt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458"/>
              <w:gridCol w:w="1276"/>
              <w:gridCol w:w="1562"/>
              <w:gridCol w:w="2935"/>
            </w:tblGrid>
            <w:tr w:rsidR="00642DCE" w:rsidRPr="00EB29B0" w14:paraId="442F534B" w14:textId="77777777" w:rsidTr="00642DCE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458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562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2935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/merepäästetööga </w:t>
                  </w:r>
                </w:p>
              </w:tc>
            </w:tr>
            <w:tr w:rsidR="00642DCE" w14:paraId="11B82948" w14:textId="77777777" w:rsidTr="00642DCE">
              <w:tc>
                <w:tcPr>
                  <w:tcW w:w="1562" w:type="dxa"/>
                </w:tcPr>
                <w:p w14:paraId="669B3158" w14:textId="5053D6E8" w:rsidR="00642DCE" w:rsidRPr="00642DCE" w:rsidRDefault="00D95442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Varustuse soetamin</w:t>
                  </w:r>
                </w:p>
              </w:tc>
              <w:tc>
                <w:tcPr>
                  <w:tcW w:w="2458" w:type="dxa"/>
                </w:tcPr>
                <w:p w14:paraId="6AC0F9A6" w14:textId="5B58FFA8" w:rsidR="00642DCE" w:rsidRPr="00642DCE" w:rsidRDefault="00D95442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Kaatri rannahaagis</w:t>
                  </w:r>
                  <w:r w:rsidR="00E317BD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083638BD" w14:textId="33DAC13E" w:rsidR="00642DCE" w:rsidRPr="00642DCE" w:rsidRDefault="00D95442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 w:rsidRPr="00D95442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3 779,46</w:t>
                  </w:r>
                </w:p>
              </w:tc>
              <w:tc>
                <w:tcPr>
                  <w:tcW w:w="1562" w:type="dxa"/>
                </w:tcPr>
                <w:p w14:paraId="232B5F90" w14:textId="311F45CD" w:rsidR="00642DCE" w:rsidRPr="00642DCE" w:rsidRDefault="00B8301F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28.10.2024</w:t>
                  </w:r>
                </w:p>
              </w:tc>
              <w:tc>
                <w:tcPr>
                  <w:tcW w:w="2935" w:type="dxa"/>
                </w:tcPr>
                <w:p w14:paraId="51FDD3EE" w14:textId="509B22FF" w:rsidR="00642DCE" w:rsidRPr="00642DCE" w:rsidRDefault="00D95442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Kevadel soetatud uue päästekaatri</w:t>
                  </w:r>
                  <w:r w:rsidR="00C66F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VKG-099 Abruka SAR,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tarbeks rannahaagis</w:t>
                  </w:r>
                  <w:r w:rsidR="00B8301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kaatri talvehoiuks ja hoolduste teostamise võimaldamiseks .</w:t>
                  </w:r>
                </w:p>
              </w:tc>
            </w:tr>
            <w:tr w:rsidR="00642DCE" w14:paraId="69CE8E98" w14:textId="77777777" w:rsidTr="00642DCE">
              <w:tc>
                <w:tcPr>
                  <w:tcW w:w="1562" w:type="dxa"/>
                </w:tcPr>
                <w:p w14:paraId="61145E22" w14:textId="47387967" w:rsidR="00642DCE" w:rsidRPr="00642DCE" w:rsidRDefault="00B8301F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Varustuse soetamin</w:t>
                  </w:r>
                </w:p>
              </w:tc>
              <w:tc>
                <w:tcPr>
                  <w:tcW w:w="2458" w:type="dxa"/>
                </w:tcPr>
                <w:p w14:paraId="656C3A48" w14:textId="0A24640F" w:rsidR="00642DCE" w:rsidRPr="00642DCE" w:rsidRDefault="00B8301F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Transportteenus haagise hankel.</w:t>
                  </w:r>
                </w:p>
              </w:tc>
              <w:tc>
                <w:tcPr>
                  <w:tcW w:w="1276" w:type="dxa"/>
                </w:tcPr>
                <w:p w14:paraId="0404C6A2" w14:textId="54BC837F" w:rsidR="00642DCE" w:rsidRPr="00642DCE" w:rsidRDefault="00B8301F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830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427,00</w:t>
                  </w:r>
                </w:p>
              </w:tc>
              <w:tc>
                <w:tcPr>
                  <w:tcW w:w="1562" w:type="dxa"/>
                </w:tcPr>
                <w:p w14:paraId="4644EC99" w14:textId="1E92D779" w:rsidR="00642DCE" w:rsidRPr="00642DCE" w:rsidRDefault="005D256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05.11.2024</w:t>
                  </w:r>
                </w:p>
              </w:tc>
              <w:tc>
                <w:tcPr>
                  <w:tcW w:w="2935" w:type="dxa"/>
                </w:tcPr>
                <w:p w14:paraId="5D3588D0" w14:textId="4DFEAB3B" w:rsidR="00642DCE" w:rsidRPr="00642DCE" w:rsidRDefault="00B8301F" w:rsidP="00B830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Soetatud kaatri rannahaagise transportteenus Tallinnast Roomssaarde.</w:t>
                  </w:r>
                </w:p>
              </w:tc>
            </w:tr>
            <w:tr w:rsidR="00642DCE" w14:paraId="214AEBBB" w14:textId="77777777" w:rsidTr="00642DCE">
              <w:tc>
                <w:tcPr>
                  <w:tcW w:w="1562" w:type="dxa"/>
                </w:tcPr>
                <w:p w14:paraId="344140C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65FBB4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1A1A07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094C14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35C6A8E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FBFFE36" w14:textId="77777777" w:rsidTr="00642DCE">
              <w:tc>
                <w:tcPr>
                  <w:tcW w:w="1562" w:type="dxa"/>
                </w:tcPr>
                <w:p w14:paraId="57AAADA6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9D490D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AC4A81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572935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78A4D2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76C8B8D" w14:textId="77777777" w:rsidTr="00642DCE">
              <w:tc>
                <w:tcPr>
                  <w:tcW w:w="1562" w:type="dxa"/>
                </w:tcPr>
                <w:p w14:paraId="20E6F13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6BF9EB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038E259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1501A3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90A9E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B558BF2" w14:textId="77777777" w:rsidTr="00642DCE">
              <w:tc>
                <w:tcPr>
                  <w:tcW w:w="1562" w:type="dxa"/>
                </w:tcPr>
                <w:p w14:paraId="3A324C6E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6AAF83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024C0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B2B52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8060E0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DDC5943" w14:textId="77777777" w:rsidTr="00642DCE">
              <w:tc>
                <w:tcPr>
                  <w:tcW w:w="1562" w:type="dxa"/>
                </w:tcPr>
                <w:p w14:paraId="252ADA3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8018ED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ED2F1A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D8C87A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33BF2C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6EC704E4" w14:textId="77777777" w:rsidTr="00642DCE">
              <w:tc>
                <w:tcPr>
                  <w:tcW w:w="1562" w:type="dxa"/>
                </w:tcPr>
                <w:p w14:paraId="79592AF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D15AF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9B492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E519F5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1C5B1F2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0CD64EE" w14:textId="77777777" w:rsidTr="00642DCE">
              <w:tc>
                <w:tcPr>
                  <w:tcW w:w="1562" w:type="dxa"/>
                </w:tcPr>
                <w:p w14:paraId="641383FB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BBB166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357BF5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55515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C1E486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0023667D" w:rsidR="00642DCE" w:rsidRPr="00E7336D" w:rsidRDefault="00B8301F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E7336D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20268" w14:textId="77777777" w:rsidR="00A77EEA" w:rsidRDefault="00A77EEA" w:rsidP="00553DF6">
      <w:r>
        <w:separator/>
      </w:r>
    </w:p>
  </w:endnote>
  <w:endnote w:type="continuationSeparator" w:id="0">
    <w:p w14:paraId="7116AB98" w14:textId="77777777" w:rsidR="00A77EEA" w:rsidRDefault="00A77EEA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6F9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5ADAC" w14:textId="77777777" w:rsidR="00A77EEA" w:rsidRDefault="00A77EEA" w:rsidP="00553DF6">
      <w:r>
        <w:separator/>
      </w:r>
    </w:p>
  </w:footnote>
  <w:footnote w:type="continuationSeparator" w:id="0">
    <w:p w14:paraId="7772A9C7" w14:textId="77777777" w:rsidR="00A77EEA" w:rsidRDefault="00A77EEA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C4E90" w14:textId="1FE36F17" w:rsidR="00F502BD" w:rsidRPr="00F502BD" w:rsidRDefault="00F502BD" w:rsidP="00F502BD">
    <w:pPr>
      <w:pStyle w:val="Header"/>
      <w:ind w:hanging="42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4"/>
    <w:rsid w:val="0006005E"/>
    <w:rsid w:val="00252A23"/>
    <w:rsid w:val="00313F8C"/>
    <w:rsid w:val="00334A00"/>
    <w:rsid w:val="003F55B9"/>
    <w:rsid w:val="003F798C"/>
    <w:rsid w:val="00553DF6"/>
    <w:rsid w:val="005555A4"/>
    <w:rsid w:val="0056754F"/>
    <w:rsid w:val="005D256E"/>
    <w:rsid w:val="00642DCE"/>
    <w:rsid w:val="007B2E7A"/>
    <w:rsid w:val="00887B31"/>
    <w:rsid w:val="008C46C4"/>
    <w:rsid w:val="00994A78"/>
    <w:rsid w:val="00A628E3"/>
    <w:rsid w:val="00A77EEA"/>
    <w:rsid w:val="00AD0E41"/>
    <w:rsid w:val="00B8301F"/>
    <w:rsid w:val="00B84E10"/>
    <w:rsid w:val="00C66F9B"/>
    <w:rsid w:val="00CC4524"/>
    <w:rsid w:val="00D4718D"/>
    <w:rsid w:val="00D83A8D"/>
    <w:rsid w:val="00D95442"/>
    <w:rsid w:val="00DB268A"/>
    <w:rsid w:val="00E317BD"/>
    <w:rsid w:val="00E7336D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D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D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D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D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HeaderChar">
    <w:name w:val="Header Char"/>
    <w:basedOn w:val="DefaultParagraphFont"/>
    <w:link w:val="Header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l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Date">
    <w:name w:val="Date"/>
    <w:basedOn w:val="Normal"/>
    <w:next w:val="Normal"/>
    <w:link w:val="DateChar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DateChar">
    <w:name w:val="Date Char"/>
    <w:basedOn w:val="DefaultParagraphFont"/>
    <w:link w:val="Date"/>
    <w:uiPriority w:val="2"/>
    <w:rsid w:val="00553DF6"/>
    <w:rPr>
      <w:spacing w:val="4"/>
      <w:kern w:val="0"/>
    </w:rPr>
  </w:style>
  <w:style w:type="paragraph" w:styleId="Footer">
    <w:name w:val="footer"/>
    <w:basedOn w:val="Normal"/>
    <w:link w:val="FooterChar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DF6"/>
  </w:style>
  <w:style w:type="paragraph" w:customStyle="1" w:styleId="Disclaimer">
    <w:name w:val="Disclaimer"/>
    <w:basedOn w:val="Normal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DefaultParagraphFont"/>
    <w:rsid w:val="00553DF6"/>
  </w:style>
  <w:style w:type="table" w:styleId="TableGrid">
    <w:name w:val="Table Grid"/>
    <w:basedOn w:val="TableNorma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C3A356BCB77F476DBA2A8DA5EE46B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E3975-982B-497D-9DDE-975573ABBBB0}"/>
      </w:docPartPr>
      <w:docPartBody>
        <w:p w:rsidR="00BF1834" w:rsidRDefault="00BF1834">
          <w:pPr>
            <w:pStyle w:val="C3A356BCB77F476DBA2A8DA5EE46B375"/>
          </w:pPr>
          <w:r w:rsidRPr="0089506A">
            <w:rPr>
              <w:lang w:bidi="et-EE"/>
            </w:rPr>
            <w:t>Tänav, maja</w:t>
          </w:r>
        </w:p>
      </w:docPartBody>
    </w:docPart>
    <w:docPart>
      <w:docPartPr>
        <w:name w:val="7C13B74621F24AD68B9B8934A08EE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2B13E-4E75-4767-9315-855C03009502}"/>
      </w:docPartPr>
      <w:docPartBody>
        <w:p w:rsidR="00BF1834" w:rsidRDefault="00BF1834">
          <w:pPr>
            <w:pStyle w:val="7C13B74621F24AD68B9B8934A08EE45F"/>
          </w:pPr>
          <w:r w:rsidRPr="0089506A">
            <w:rPr>
              <w:lang w:bidi="et-EE"/>
            </w:rPr>
            <w:t>Linn, maakond, sihtnumber</w:t>
          </w:r>
        </w:p>
      </w:docPartBody>
    </w:docPart>
    <w:docPart>
      <w:docPartPr>
        <w:name w:val="BA9D93B8D953403389575DBB4FAD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9B4BA-E30A-4D7A-A9D0-84AE8B5DF15D}"/>
      </w:docPartPr>
      <w:docPartBody>
        <w:p w:rsidR="00BF1834" w:rsidRDefault="00BF1834">
          <w:pPr>
            <w:pStyle w:val="BA9D93B8D953403389575DBB4FADBB12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34"/>
    <w:rsid w:val="005555A4"/>
    <w:rsid w:val="00827095"/>
    <w:rsid w:val="00BF1834"/>
    <w:rsid w:val="00C1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C3A356BCB77F476DBA2A8DA5EE46B375">
    <w:name w:val="C3A356BCB77F476DBA2A8DA5EE46B375"/>
  </w:style>
  <w:style w:type="paragraph" w:customStyle="1" w:styleId="7C13B74621F24AD68B9B8934A08EE45F">
    <w:name w:val="7C13B74621F24AD68B9B8934A08EE45F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7062F-4A46-43A8-8E24-55991D1A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kulude hüvitamise taotlusvorm.dotx</Template>
  <TotalTime>94</TotalTime>
  <Pages>1</Pages>
  <Words>213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>Kontaktandmed:   ville.arumae@saaremaasar.ee, 5540627</dc:description>
  <cp:lastModifiedBy>Microsoft account</cp:lastModifiedBy>
  <cp:revision>6</cp:revision>
  <dcterms:created xsi:type="dcterms:W3CDTF">2024-11-06T10:57:00Z</dcterms:created>
  <dcterms:modified xsi:type="dcterms:W3CDTF">2024-11-11T09:42:00Z</dcterms:modified>
</cp:coreProperties>
</file>